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CE7" w:rsidRPr="00162896" w:rsidRDefault="00967CE7" w:rsidP="00BC5BC7">
      <w:pPr>
        <w:spacing w:before="300" w:after="150" w:line="240" w:lineRule="auto"/>
        <w:outlineLvl w:val="0"/>
        <w:rPr>
          <w:rFonts w:ascii="Arial" w:hAnsi="Arial" w:cs="Arial"/>
          <w:b/>
          <w:bCs/>
          <w:kern w:val="36"/>
          <w:sz w:val="40"/>
          <w:szCs w:val="40"/>
          <w:lang w:eastAsia="it-IT"/>
        </w:rPr>
      </w:pPr>
      <w:r w:rsidRPr="00162896">
        <w:rPr>
          <w:rFonts w:ascii="Arial" w:hAnsi="Arial" w:cs="Arial"/>
          <w:b/>
          <w:bCs/>
          <w:kern w:val="36"/>
          <w:sz w:val="40"/>
          <w:szCs w:val="40"/>
          <w:lang w:eastAsia="it-IT"/>
        </w:rPr>
        <w:t>BIOTECHWARE CERCA DUE SVILUPPATORI</w:t>
      </w:r>
    </w:p>
    <w:p w:rsidR="00967CE7" w:rsidRPr="00BC5BC7" w:rsidRDefault="00967CE7" w:rsidP="00BC5BC7">
      <w:pPr>
        <w:shd w:val="clear" w:color="auto" w:fill="FFFFFF"/>
        <w:spacing w:after="0" w:line="240" w:lineRule="auto"/>
        <w:rPr>
          <w:rFonts w:ascii="Arial" w:hAnsi="Arial" w:cs="Arial"/>
          <w:color w:val="333333"/>
          <w:sz w:val="32"/>
          <w:szCs w:val="32"/>
          <w:lang w:eastAsia="it-IT"/>
        </w:rPr>
      </w:pP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t>Scadenza iscrizioni: </w:t>
      </w:r>
    </w:p>
    <w:p w:rsidR="00967CE7" w:rsidRPr="00BC5BC7" w:rsidRDefault="00967CE7" w:rsidP="00BC5BC7">
      <w:pPr>
        <w:shd w:val="clear" w:color="auto" w:fill="FFFFFF"/>
        <w:spacing w:after="150" w:line="240" w:lineRule="auto"/>
        <w:rPr>
          <w:rFonts w:ascii="Arial" w:hAnsi="Arial" w:cs="Arial"/>
          <w:color w:val="333333"/>
          <w:sz w:val="32"/>
          <w:szCs w:val="32"/>
          <w:lang w:eastAsia="it-IT"/>
        </w:rPr>
      </w:pP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t>Domenica 30 Giugno 2019</w:t>
      </w:r>
    </w:p>
    <w:p w:rsidR="00967CE7" w:rsidRPr="00BC5BC7" w:rsidRDefault="00967CE7" w:rsidP="00BC5BC7">
      <w:pPr>
        <w:shd w:val="clear" w:color="auto" w:fill="FFFFFF"/>
        <w:spacing w:after="150" w:line="240" w:lineRule="auto"/>
        <w:rPr>
          <w:rFonts w:ascii="Arial" w:hAnsi="Arial" w:cs="Arial"/>
          <w:color w:val="333333"/>
          <w:sz w:val="32"/>
          <w:szCs w:val="32"/>
          <w:lang w:eastAsia="it-IT"/>
        </w:rPr>
      </w:pPr>
      <w:hyperlink r:id="rId7" w:history="1">
        <w:r w:rsidRPr="00BC5BC7">
          <w:rPr>
            <w:rFonts w:ascii="Arial" w:hAnsi="Arial" w:cs="Arial"/>
            <w:color w:val="0281C8"/>
            <w:sz w:val="32"/>
            <w:szCs w:val="32"/>
            <w:u w:val="single"/>
            <w:lang w:eastAsia="it-IT"/>
          </w:rPr>
          <w:t>Biotechware</w:t>
        </w:r>
      </w:hyperlink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t> srl cerca </w:t>
      </w:r>
      <w:r w:rsidRPr="00BC5BC7">
        <w:rPr>
          <w:rFonts w:ascii="Arial" w:hAnsi="Arial" w:cs="Arial"/>
          <w:b/>
          <w:bCs/>
          <w:color w:val="333333"/>
          <w:sz w:val="32"/>
          <w:szCs w:val="32"/>
          <w:lang w:eastAsia="it-IT"/>
        </w:rPr>
        <w:t>2 sviluppatori </w:t>
      </w: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t>per una piattaforma di telemedicina cloud.</w:t>
      </w:r>
    </w:p>
    <w:p w:rsidR="00967CE7" w:rsidRPr="00BC5BC7" w:rsidRDefault="00967CE7" w:rsidP="00BC5BC7">
      <w:pPr>
        <w:shd w:val="clear" w:color="auto" w:fill="FFFFFF"/>
        <w:spacing w:after="150" w:line="240" w:lineRule="auto"/>
        <w:rPr>
          <w:rFonts w:ascii="Arial" w:hAnsi="Arial" w:cs="Arial"/>
          <w:color w:val="333333"/>
          <w:sz w:val="32"/>
          <w:szCs w:val="32"/>
          <w:lang w:eastAsia="it-IT"/>
        </w:rPr>
      </w:pP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t>La </w:t>
      </w:r>
      <w:r w:rsidRPr="00BC5BC7">
        <w:rPr>
          <w:rFonts w:ascii="Arial" w:hAnsi="Arial" w:cs="Arial"/>
          <w:b/>
          <w:bCs/>
          <w:color w:val="333333"/>
          <w:sz w:val="32"/>
          <w:szCs w:val="32"/>
          <w:lang w:eastAsia="it-IT"/>
        </w:rPr>
        <w:t>mansione</w:t>
      </w: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t> principale sarà lo sviluppo di funzionalità in JAVA, ma potrebbe includere anche occasionali sviluppi di codice in python.</w:t>
      </w: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br/>
        <w:t>Sarà responsabile di progettare, sviluppare e mantenere il codice, di coordinarsi con il resto del team su diversi livelli dell'infrastruttura e gestire le attività coinvolte.</w:t>
      </w: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br/>
        <w:t>La figura selezionata si occuperà di assistenza tecnica pc, reti, hardware, macchine ufficio, registratori di cassa.</w:t>
      </w:r>
    </w:p>
    <w:p w:rsidR="00967CE7" w:rsidRPr="00BC5BC7" w:rsidRDefault="00967CE7" w:rsidP="00BC5BC7">
      <w:pPr>
        <w:shd w:val="clear" w:color="auto" w:fill="FFFFFF"/>
        <w:spacing w:after="150" w:line="240" w:lineRule="auto"/>
        <w:rPr>
          <w:rFonts w:ascii="Arial" w:hAnsi="Arial" w:cs="Arial"/>
          <w:color w:val="333333"/>
          <w:sz w:val="32"/>
          <w:szCs w:val="32"/>
          <w:lang w:eastAsia="it-IT"/>
        </w:rPr>
      </w:pPr>
      <w:r w:rsidRPr="00BC5BC7">
        <w:rPr>
          <w:rFonts w:ascii="Arial" w:hAnsi="Arial" w:cs="Arial"/>
          <w:b/>
          <w:bCs/>
          <w:color w:val="333333"/>
          <w:sz w:val="32"/>
          <w:szCs w:val="32"/>
          <w:lang w:eastAsia="it-IT"/>
        </w:rPr>
        <w:t>Requisiti</w:t>
      </w:r>
    </w:p>
    <w:p w:rsidR="00967CE7" w:rsidRPr="00BC5BC7" w:rsidRDefault="00967CE7" w:rsidP="00BC5BC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32"/>
          <w:szCs w:val="32"/>
          <w:lang w:eastAsia="it-IT"/>
        </w:rPr>
      </w:pP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t>Tecnologia DB </w:t>
      </w: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br/>
        <w:t>- Conoscenza delle tecnologie di DB e di MySQL in particolare</w:t>
      </w: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br/>
        <w:t>- conoscenza di SQL</w:t>
      </w:r>
    </w:p>
    <w:p w:rsidR="00967CE7" w:rsidRPr="00BC5BC7" w:rsidRDefault="00967CE7" w:rsidP="00BC5BC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32"/>
          <w:szCs w:val="32"/>
          <w:lang w:eastAsia="it-IT"/>
        </w:rPr>
      </w:pP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t>Tecnologia Backend</w:t>
      </w: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br/>
        <w:t>- Java</w:t>
      </w: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br/>
        <w:t>- familiarità con XML-RPC e Webservice RESTful</w:t>
      </w: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br/>
        <w:t>- capacità di scrivere e mantenere unit tests (junit)</w:t>
      </w: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br/>
        <w:t>- familiarità con GNU/Linux e scripting (bash)</w:t>
      </w: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br/>
        <w:t>- (opzionale) esperienza con ambienti Cloud (AWS )</w:t>
      </w:r>
    </w:p>
    <w:p w:rsidR="00967CE7" w:rsidRPr="00BC5BC7" w:rsidRDefault="00967CE7" w:rsidP="00BC5BC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32"/>
          <w:szCs w:val="32"/>
          <w:lang w:eastAsia="it-IT"/>
        </w:rPr>
      </w:pP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t>Lavoro in gruppo</w:t>
      </w: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br/>
        <w:t>- conoscenza di sistemi di versionamento del codice (git)</w:t>
      </w:r>
    </w:p>
    <w:p w:rsidR="00967CE7" w:rsidRPr="00BC5BC7" w:rsidRDefault="00967CE7" w:rsidP="00BC5BC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32"/>
          <w:szCs w:val="32"/>
          <w:lang w:eastAsia="it-IT"/>
        </w:rPr>
      </w:pP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t>Other</w:t>
      </w: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br/>
        <w:t>- (opzionale) conoscenza di altri linguaggi di programmazione Python, Go, C++, Javascript</w:t>
      </w: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br/>
        <w:t>- Lingua Inglese </w:t>
      </w:r>
    </w:p>
    <w:p w:rsidR="00967CE7" w:rsidRPr="00BC5BC7" w:rsidRDefault="00967CE7" w:rsidP="00BC5BC7">
      <w:pPr>
        <w:shd w:val="clear" w:color="auto" w:fill="FFFFFF"/>
        <w:spacing w:after="150" w:line="240" w:lineRule="auto"/>
        <w:rPr>
          <w:rFonts w:ascii="Arial" w:hAnsi="Arial" w:cs="Arial"/>
          <w:color w:val="333333"/>
          <w:sz w:val="32"/>
          <w:szCs w:val="32"/>
          <w:lang w:eastAsia="it-IT"/>
        </w:rPr>
      </w:pP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t>Sede di lavoro: </w:t>
      </w:r>
      <w:r w:rsidRPr="00BC5BC7">
        <w:rPr>
          <w:rFonts w:ascii="Arial" w:hAnsi="Arial" w:cs="Arial"/>
          <w:b/>
          <w:bCs/>
          <w:color w:val="333333"/>
          <w:sz w:val="32"/>
          <w:szCs w:val="32"/>
          <w:lang w:eastAsia="it-IT"/>
        </w:rPr>
        <w:t>Torino</w:t>
      </w: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t>.</w:t>
      </w:r>
      <w:r w:rsidRPr="00BC5BC7">
        <w:rPr>
          <w:rFonts w:ascii="Arial" w:hAnsi="Arial" w:cs="Arial"/>
          <w:color w:val="333333"/>
          <w:sz w:val="32"/>
          <w:szCs w:val="32"/>
          <w:lang w:eastAsia="it-IT"/>
        </w:rPr>
        <w:br/>
        <w:t>Si propone un </w:t>
      </w:r>
      <w:r w:rsidRPr="00BC5BC7">
        <w:rPr>
          <w:rFonts w:ascii="Arial" w:hAnsi="Arial" w:cs="Arial"/>
          <w:b/>
          <w:bCs/>
          <w:color w:val="333333"/>
          <w:sz w:val="32"/>
          <w:szCs w:val="32"/>
          <w:lang w:eastAsia="it-IT"/>
        </w:rPr>
        <w:t>contratto a tempo indeterminato full time</w:t>
      </w:r>
    </w:p>
    <w:p w:rsidR="00967CE7" w:rsidRDefault="00967CE7" w:rsidP="00BC5BC7">
      <w:pPr>
        <w:shd w:val="clear" w:color="auto" w:fill="FFFFFF"/>
        <w:spacing w:after="150" w:line="240" w:lineRule="auto"/>
        <w:rPr>
          <w:rFonts w:ascii="Arial" w:hAnsi="Arial" w:cs="Arial"/>
          <w:b/>
          <w:bCs/>
          <w:color w:val="333333"/>
          <w:sz w:val="32"/>
          <w:szCs w:val="32"/>
          <w:lang w:eastAsia="it-IT"/>
        </w:rPr>
      </w:pPr>
      <w:r w:rsidRPr="00BC5BC7">
        <w:rPr>
          <w:rFonts w:ascii="Arial" w:hAnsi="Arial" w:cs="Arial"/>
          <w:b/>
          <w:bCs/>
          <w:color w:val="333333"/>
          <w:sz w:val="32"/>
          <w:szCs w:val="32"/>
          <w:lang w:eastAsia="it-IT"/>
        </w:rPr>
        <w:t xml:space="preserve">Per candidature: </w:t>
      </w:r>
    </w:p>
    <w:p w:rsidR="00967CE7" w:rsidRPr="00BC5BC7" w:rsidRDefault="00967CE7" w:rsidP="00BC5BC7">
      <w:pPr>
        <w:shd w:val="clear" w:color="auto" w:fill="FFFFFF"/>
        <w:spacing w:after="150" w:line="240" w:lineRule="auto"/>
        <w:rPr>
          <w:rFonts w:ascii="Arial" w:hAnsi="Arial" w:cs="Arial"/>
          <w:color w:val="333333"/>
          <w:sz w:val="32"/>
          <w:szCs w:val="32"/>
          <w:lang w:eastAsia="it-IT"/>
        </w:rPr>
      </w:pPr>
      <w:r w:rsidRPr="00BC5BC7">
        <w:rPr>
          <w:rFonts w:ascii="Arial" w:hAnsi="Arial" w:cs="Arial"/>
          <w:bCs/>
          <w:color w:val="333333"/>
          <w:sz w:val="32"/>
          <w:szCs w:val="32"/>
          <w:lang w:eastAsia="it-IT"/>
        </w:rPr>
        <w:t>https://biotechware.workable.com/j/CC0B4EBD10</w:t>
      </w:r>
    </w:p>
    <w:p w:rsidR="00967CE7" w:rsidRPr="00BC5BC7" w:rsidRDefault="00967CE7" w:rsidP="00BC5BC7">
      <w:pPr>
        <w:shd w:val="clear" w:color="auto" w:fill="FFFFFF"/>
        <w:spacing w:after="150" w:line="240" w:lineRule="auto"/>
        <w:rPr>
          <w:rFonts w:ascii="Arial" w:hAnsi="Arial" w:cs="Arial"/>
          <w:color w:val="333333"/>
          <w:sz w:val="32"/>
          <w:szCs w:val="32"/>
          <w:lang w:eastAsia="it-IT"/>
        </w:rPr>
      </w:pPr>
      <w:r w:rsidRPr="00BC5BC7">
        <w:rPr>
          <w:rFonts w:ascii="Arial" w:hAnsi="Arial" w:cs="Arial"/>
          <w:i/>
          <w:iCs/>
          <w:color w:val="333333"/>
          <w:sz w:val="32"/>
          <w:szCs w:val="32"/>
          <w:lang w:eastAsia="it-IT"/>
        </w:rPr>
        <w:t>La ricerca di personale è rivolta a entrambi i sessi.</w:t>
      </w:r>
    </w:p>
    <w:p w:rsidR="00967CE7" w:rsidRPr="003E4E48" w:rsidRDefault="00967CE7" w:rsidP="00162896">
      <w:pPr>
        <w:pStyle w:val="Heading1"/>
        <w:spacing w:before="300" w:beforeAutospacing="0" w:after="150" w:afterAutospacing="0"/>
        <w:rPr>
          <w:rFonts w:ascii="Arial" w:hAnsi="Arial" w:cs="Arial"/>
          <w:sz w:val="36"/>
          <w:szCs w:val="36"/>
        </w:rPr>
      </w:pPr>
      <w:r w:rsidRPr="003E4E48">
        <w:rPr>
          <w:rFonts w:ascii="Arial" w:hAnsi="Arial" w:cs="Arial"/>
          <w:sz w:val="36"/>
          <w:szCs w:val="36"/>
        </w:rPr>
        <w:t>C.D.S. SISTEMI CERCA TECNICO ELETTRONICO/INFORMATICO</w:t>
      </w:r>
    </w:p>
    <w:p w:rsidR="00967CE7" w:rsidRPr="00EF79B8" w:rsidRDefault="00967CE7" w:rsidP="00BC5BC7">
      <w:pPr>
        <w:shd w:val="clear" w:color="auto" w:fill="FFFFFF"/>
        <w:spacing w:after="0" w:line="240" w:lineRule="auto"/>
        <w:rPr>
          <w:rFonts w:ascii="Arial" w:hAnsi="Arial" w:cs="Arial"/>
          <w:sz w:val="32"/>
          <w:szCs w:val="32"/>
          <w:lang w:eastAsia="it-IT"/>
        </w:rPr>
      </w:pPr>
      <w:r w:rsidRPr="00EF79B8">
        <w:rPr>
          <w:rFonts w:ascii="Arial" w:hAnsi="Arial" w:cs="Arial"/>
          <w:sz w:val="32"/>
          <w:szCs w:val="32"/>
          <w:lang w:eastAsia="it-IT"/>
        </w:rPr>
        <w:t>Scadenza iscrizioni: </w:t>
      </w:r>
    </w:p>
    <w:p w:rsidR="00967CE7" w:rsidRPr="00EF79B8" w:rsidRDefault="00967CE7" w:rsidP="00BC5BC7">
      <w:pPr>
        <w:shd w:val="clear" w:color="auto" w:fill="FFFFFF"/>
        <w:spacing w:after="150" w:line="240" w:lineRule="auto"/>
        <w:rPr>
          <w:rFonts w:ascii="Arial" w:hAnsi="Arial" w:cs="Arial"/>
          <w:sz w:val="32"/>
          <w:szCs w:val="32"/>
          <w:lang w:eastAsia="it-IT"/>
        </w:rPr>
      </w:pPr>
      <w:r w:rsidRPr="00EF79B8">
        <w:rPr>
          <w:rFonts w:ascii="Arial" w:hAnsi="Arial" w:cs="Arial"/>
          <w:sz w:val="32"/>
          <w:szCs w:val="32"/>
          <w:lang w:eastAsia="it-IT"/>
        </w:rPr>
        <w:t>Giovedì 28 Febbraio 2019</w:t>
      </w:r>
    </w:p>
    <w:p w:rsidR="00967CE7" w:rsidRPr="00EF79B8" w:rsidRDefault="00967CE7" w:rsidP="00BC5BC7">
      <w:pPr>
        <w:shd w:val="clear" w:color="auto" w:fill="FFFFFF"/>
        <w:spacing w:after="150" w:line="240" w:lineRule="auto"/>
        <w:rPr>
          <w:rFonts w:ascii="Arial" w:hAnsi="Arial" w:cs="Arial"/>
          <w:sz w:val="32"/>
          <w:szCs w:val="32"/>
          <w:lang w:eastAsia="it-IT"/>
        </w:rPr>
      </w:pPr>
      <w:r w:rsidRPr="00EF79B8">
        <w:rPr>
          <w:rFonts w:ascii="Arial" w:hAnsi="Arial" w:cs="Arial"/>
          <w:sz w:val="32"/>
          <w:szCs w:val="32"/>
          <w:lang w:eastAsia="it-IT"/>
        </w:rPr>
        <w:t>C.D.S. Sistemi cerca  </w:t>
      </w:r>
      <w:r w:rsidRPr="00EF79B8">
        <w:rPr>
          <w:rFonts w:ascii="Arial" w:hAnsi="Arial" w:cs="Arial"/>
          <w:b/>
          <w:bCs/>
          <w:sz w:val="32"/>
          <w:szCs w:val="32"/>
          <w:lang w:eastAsia="it-IT"/>
        </w:rPr>
        <w:t>Tecnico elettronico/informatico</w:t>
      </w:r>
      <w:r w:rsidRPr="00EF79B8">
        <w:rPr>
          <w:rFonts w:ascii="Arial" w:hAnsi="Arial" w:cs="Arial"/>
          <w:sz w:val="32"/>
          <w:szCs w:val="32"/>
          <w:lang w:eastAsia="it-IT"/>
        </w:rPr>
        <w:t>. La figura selezionata si occuperà di assistenza tecnica pc, reti, hardware, macchine ufficio, registratori di cassa.</w:t>
      </w:r>
    </w:p>
    <w:p w:rsidR="00967CE7" w:rsidRPr="00EF79B8" w:rsidRDefault="00967CE7" w:rsidP="00BC5BC7">
      <w:pPr>
        <w:shd w:val="clear" w:color="auto" w:fill="FFFFFF"/>
        <w:spacing w:after="150" w:line="240" w:lineRule="auto"/>
        <w:rPr>
          <w:rFonts w:ascii="Arial" w:hAnsi="Arial" w:cs="Arial"/>
          <w:sz w:val="32"/>
          <w:szCs w:val="32"/>
          <w:lang w:eastAsia="it-IT"/>
        </w:rPr>
      </w:pPr>
      <w:r w:rsidRPr="00EF79B8">
        <w:rPr>
          <w:rFonts w:ascii="Arial" w:hAnsi="Arial" w:cs="Arial"/>
          <w:b/>
          <w:bCs/>
          <w:sz w:val="32"/>
          <w:szCs w:val="32"/>
          <w:lang w:eastAsia="it-IT"/>
        </w:rPr>
        <w:t>Requisiti</w:t>
      </w:r>
    </w:p>
    <w:p w:rsidR="00967CE7" w:rsidRPr="00EF79B8" w:rsidRDefault="00967CE7" w:rsidP="00BC5BC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2"/>
          <w:szCs w:val="32"/>
          <w:lang w:eastAsia="it-IT"/>
        </w:rPr>
      </w:pPr>
      <w:r w:rsidRPr="00EF79B8">
        <w:rPr>
          <w:rFonts w:ascii="Arial" w:hAnsi="Arial" w:cs="Arial"/>
          <w:sz w:val="32"/>
          <w:szCs w:val="32"/>
          <w:lang w:eastAsia="it-IT"/>
        </w:rPr>
        <w:t>diploma scuola media superiore</w:t>
      </w:r>
    </w:p>
    <w:p w:rsidR="00967CE7" w:rsidRPr="00EF79B8" w:rsidRDefault="00967CE7" w:rsidP="00BC5BC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2"/>
          <w:szCs w:val="32"/>
          <w:lang w:eastAsia="it-IT"/>
        </w:rPr>
      </w:pPr>
      <w:r w:rsidRPr="00EF79B8">
        <w:rPr>
          <w:rFonts w:ascii="Arial" w:hAnsi="Arial" w:cs="Arial"/>
          <w:sz w:val="32"/>
          <w:szCs w:val="32"/>
          <w:lang w:eastAsia="it-IT"/>
        </w:rPr>
        <w:t> patente B</w:t>
      </w:r>
    </w:p>
    <w:p w:rsidR="00967CE7" w:rsidRPr="00EF79B8" w:rsidRDefault="00967CE7" w:rsidP="00BC5BC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2"/>
          <w:szCs w:val="32"/>
          <w:lang w:eastAsia="it-IT"/>
        </w:rPr>
      </w:pPr>
      <w:r w:rsidRPr="00EF79B8">
        <w:rPr>
          <w:rFonts w:ascii="Arial" w:hAnsi="Arial" w:cs="Arial"/>
          <w:sz w:val="32"/>
          <w:szCs w:val="32"/>
          <w:lang w:eastAsia="it-IT"/>
        </w:rPr>
        <w:t> età massimo 29 anni</w:t>
      </w:r>
    </w:p>
    <w:p w:rsidR="00967CE7" w:rsidRPr="00EF79B8" w:rsidRDefault="00967CE7" w:rsidP="00BC5BC7">
      <w:pPr>
        <w:shd w:val="clear" w:color="auto" w:fill="FFFFFF"/>
        <w:spacing w:after="150" w:line="240" w:lineRule="auto"/>
        <w:rPr>
          <w:rFonts w:ascii="Arial" w:hAnsi="Arial" w:cs="Arial"/>
          <w:sz w:val="32"/>
          <w:szCs w:val="32"/>
          <w:lang w:eastAsia="it-IT"/>
        </w:rPr>
      </w:pPr>
      <w:r w:rsidRPr="00EF79B8">
        <w:rPr>
          <w:rFonts w:ascii="Arial" w:hAnsi="Arial" w:cs="Arial"/>
          <w:sz w:val="32"/>
          <w:szCs w:val="32"/>
          <w:lang w:eastAsia="it-IT"/>
        </w:rPr>
        <w:t>Sede di lavoro: Torino.</w:t>
      </w:r>
    </w:p>
    <w:p w:rsidR="00967CE7" w:rsidRPr="00EF79B8" w:rsidRDefault="00967CE7" w:rsidP="00BC5BC7">
      <w:pPr>
        <w:shd w:val="clear" w:color="auto" w:fill="FFFFFF"/>
        <w:spacing w:after="150" w:line="240" w:lineRule="auto"/>
        <w:rPr>
          <w:rFonts w:ascii="Arial" w:hAnsi="Arial" w:cs="Arial"/>
          <w:sz w:val="32"/>
          <w:szCs w:val="32"/>
          <w:lang w:eastAsia="it-IT"/>
        </w:rPr>
      </w:pPr>
      <w:r w:rsidRPr="00EF79B8">
        <w:rPr>
          <w:rFonts w:ascii="Arial" w:hAnsi="Arial" w:cs="Arial"/>
          <w:b/>
          <w:bCs/>
          <w:sz w:val="32"/>
          <w:szCs w:val="32"/>
          <w:lang w:eastAsia="it-IT"/>
        </w:rPr>
        <w:t>Per candidarsi </w:t>
      </w:r>
      <w:r w:rsidRPr="00EF79B8">
        <w:rPr>
          <w:rFonts w:ascii="Arial" w:hAnsi="Arial" w:cs="Arial"/>
          <w:sz w:val="32"/>
          <w:szCs w:val="32"/>
          <w:lang w:eastAsia="it-IT"/>
        </w:rPr>
        <w:t>inviare curriculum all'indirizzo </w:t>
      </w:r>
      <w:hyperlink r:id="rId8" w:tgtFrame="_blank" w:history="1">
        <w:r w:rsidRPr="00EF79B8">
          <w:rPr>
            <w:rFonts w:ascii="Arial" w:hAnsi="Arial" w:cs="Arial"/>
            <w:sz w:val="32"/>
            <w:szCs w:val="32"/>
            <w:u w:val="single"/>
            <w:lang w:eastAsia="it-IT"/>
          </w:rPr>
          <w:t>segreteria@cdssistemi.it</w:t>
        </w:r>
      </w:hyperlink>
      <w:r w:rsidRPr="00EF79B8">
        <w:rPr>
          <w:rFonts w:ascii="Arial" w:hAnsi="Arial" w:cs="Arial"/>
          <w:sz w:val="32"/>
          <w:szCs w:val="32"/>
          <w:lang w:eastAsia="it-IT"/>
        </w:rPr>
        <w:t> </w:t>
      </w:r>
      <w:r w:rsidRPr="00EF79B8">
        <w:rPr>
          <w:rFonts w:ascii="Arial" w:hAnsi="Arial" w:cs="Arial"/>
          <w:b/>
          <w:bCs/>
          <w:sz w:val="32"/>
          <w:szCs w:val="32"/>
          <w:lang w:eastAsia="it-IT"/>
        </w:rPr>
        <w:t>entro il 28 febbraio 2019</w:t>
      </w:r>
      <w:r w:rsidRPr="00EF79B8">
        <w:rPr>
          <w:rFonts w:ascii="Arial" w:hAnsi="Arial" w:cs="Arial"/>
          <w:sz w:val="32"/>
          <w:szCs w:val="32"/>
          <w:lang w:eastAsia="it-IT"/>
        </w:rPr>
        <w:t>.</w:t>
      </w:r>
    </w:p>
    <w:p w:rsidR="00967CE7" w:rsidRDefault="00967CE7" w:rsidP="00BC5BC7">
      <w:pPr>
        <w:shd w:val="clear" w:color="auto" w:fill="FFFFFF"/>
        <w:spacing w:after="150" w:line="240" w:lineRule="auto"/>
        <w:rPr>
          <w:rFonts w:ascii="Arial" w:hAnsi="Arial" w:cs="Arial"/>
          <w:i/>
          <w:iCs/>
          <w:sz w:val="32"/>
          <w:szCs w:val="32"/>
          <w:lang w:eastAsia="it-IT"/>
        </w:rPr>
      </w:pPr>
      <w:r w:rsidRPr="00EF79B8">
        <w:rPr>
          <w:rFonts w:ascii="Arial" w:hAnsi="Arial" w:cs="Arial"/>
          <w:i/>
          <w:iCs/>
          <w:sz w:val="32"/>
          <w:szCs w:val="32"/>
          <w:lang w:eastAsia="it-IT"/>
        </w:rPr>
        <w:t>Le ricerche di personale sono rivolte a entrambi i sessi.</w:t>
      </w:r>
    </w:p>
    <w:p w:rsidR="00967CE7" w:rsidRDefault="00967CE7" w:rsidP="00BC5BC7">
      <w:pPr>
        <w:pBdr>
          <w:bottom w:val="single" w:sz="12" w:space="1" w:color="auto"/>
        </w:pBdr>
        <w:shd w:val="clear" w:color="auto" w:fill="FFFFFF"/>
        <w:spacing w:after="150" w:line="240" w:lineRule="auto"/>
        <w:rPr>
          <w:rFonts w:ascii="Arial" w:hAnsi="Arial" w:cs="Arial"/>
          <w:i/>
          <w:iCs/>
          <w:sz w:val="32"/>
          <w:szCs w:val="32"/>
          <w:lang w:eastAsia="it-IT"/>
        </w:rPr>
      </w:pPr>
    </w:p>
    <w:p w:rsidR="00967CE7" w:rsidRPr="003E4E48" w:rsidRDefault="00967CE7" w:rsidP="00162896">
      <w:pPr>
        <w:pStyle w:val="Heading1"/>
        <w:spacing w:before="300" w:beforeAutospacing="0" w:after="150" w:afterAutospacing="0"/>
        <w:rPr>
          <w:rFonts w:ascii="Arial" w:hAnsi="Arial" w:cs="Arial"/>
          <w:sz w:val="36"/>
          <w:szCs w:val="36"/>
        </w:rPr>
      </w:pPr>
      <w:r w:rsidRPr="003E4E48">
        <w:rPr>
          <w:rFonts w:ascii="Arial" w:hAnsi="Arial" w:cs="Arial"/>
          <w:sz w:val="36"/>
          <w:szCs w:val="36"/>
        </w:rPr>
        <w:t>SCUOLA PRIMARIA MONTESSORI CERCA INSEGNANTE</w:t>
      </w:r>
    </w:p>
    <w:p w:rsidR="00967CE7" w:rsidRPr="00EF79B8" w:rsidRDefault="00967CE7" w:rsidP="00EF79B8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sz w:val="32"/>
          <w:szCs w:val="32"/>
        </w:rPr>
      </w:pPr>
      <w:r w:rsidRPr="00EF79B8">
        <w:rPr>
          <w:rFonts w:ascii="Arial" w:hAnsi="Arial" w:cs="Arial"/>
          <w:sz w:val="32"/>
          <w:szCs w:val="32"/>
        </w:rPr>
        <w:t>Scuola dell'infanzia e primaria paritaria "M.Montessori s.r.l., con sede a Torino, Via Giovanni Migliara 7, </w:t>
      </w:r>
      <w:r w:rsidRPr="00EF79B8">
        <w:rPr>
          <w:rStyle w:val="Strong"/>
          <w:rFonts w:ascii="Arial" w:hAnsi="Arial" w:cs="Arial"/>
          <w:sz w:val="32"/>
          <w:szCs w:val="32"/>
        </w:rPr>
        <w:t>cerca insegnante</w:t>
      </w:r>
    </w:p>
    <w:p w:rsidR="00967CE7" w:rsidRDefault="00967CE7" w:rsidP="00EF79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2"/>
          <w:szCs w:val="32"/>
        </w:rPr>
      </w:pPr>
      <w:r w:rsidRPr="00EF79B8">
        <w:rPr>
          <w:rFonts w:ascii="Arial" w:hAnsi="Arial" w:cs="Arial"/>
          <w:sz w:val="32"/>
          <w:szCs w:val="32"/>
        </w:rPr>
        <w:t>Profilo ricercato: Maestra o Maestro per scuola primaria</w:t>
      </w:r>
    </w:p>
    <w:p w:rsidR="00967CE7" w:rsidRDefault="00967CE7" w:rsidP="00EF79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2"/>
          <w:szCs w:val="32"/>
        </w:rPr>
      </w:pPr>
      <w:r w:rsidRPr="00EF79B8">
        <w:rPr>
          <w:rFonts w:ascii="Arial" w:hAnsi="Arial" w:cs="Arial"/>
          <w:sz w:val="32"/>
          <w:szCs w:val="32"/>
        </w:rPr>
        <w:t>Descrizione della mansione: Insegnante prevalente con 24 h settimanali</w:t>
      </w:r>
    </w:p>
    <w:p w:rsidR="00967CE7" w:rsidRDefault="00967CE7" w:rsidP="00EF79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2"/>
          <w:szCs w:val="32"/>
        </w:rPr>
      </w:pPr>
      <w:r w:rsidRPr="00EF79B8">
        <w:rPr>
          <w:rFonts w:ascii="Arial" w:hAnsi="Arial" w:cs="Arial"/>
          <w:sz w:val="32"/>
          <w:szCs w:val="32"/>
        </w:rPr>
        <w:t>Requisiti: Laurea in Scienze della Formazione Primaria o Diploma Magistrale conseguito entro l'anno 2001/2002</w:t>
      </w:r>
    </w:p>
    <w:p w:rsidR="00967CE7" w:rsidRPr="00EF79B8" w:rsidRDefault="00967CE7" w:rsidP="00EF79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32"/>
          <w:szCs w:val="32"/>
        </w:rPr>
      </w:pPr>
      <w:r w:rsidRPr="00EF79B8">
        <w:rPr>
          <w:rFonts w:ascii="Arial" w:hAnsi="Arial" w:cs="Arial"/>
          <w:sz w:val="32"/>
          <w:szCs w:val="32"/>
        </w:rPr>
        <w:t>Sede di lavoro Torino</w:t>
      </w:r>
    </w:p>
    <w:p w:rsidR="00967CE7" w:rsidRPr="003E4E48" w:rsidRDefault="00967CE7" w:rsidP="00EF79B8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</w:rPr>
      </w:pPr>
      <w:r w:rsidRPr="003E4E48">
        <w:rPr>
          <w:rStyle w:val="Strong"/>
          <w:rFonts w:ascii="Arial" w:hAnsi="Arial" w:cs="Arial"/>
          <w:b w:val="0"/>
        </w:rPr>
        <w:t>Tipo di contratto:</w:t>
      </w:r>
      <w:r w:rsidRPr="003E4E48">
        <w:rPr>
          <w:rFonts w:ascii="Arial" w:hAnsi="Arial" w:cs="Arial"/>
        </w:rPr>
        <w:t> Tempo indeterminato</w:t>
      </w:r>
    </w:p>
    <w:p w:rsidR="00967CE7" w:rsidRPr="003E4E48" w:rsidRDefault="00967CE7" w:rsidP="00EF79B8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</w:rPr>
      </w:pPr>
      <w:r w:rsidRPr="003E4E48">
        <w:rPr>
          <w:rFonts w:ascii="Arial" w:hAnsi="Arial" w:cs="Arial"/>
        </w:rPr>
        <w:t>Orario di lavoro: Full time</w:t>
      </w:r>
    </w:p>
    <w:p w:rsidR="00967CE7" w:rsidRPr="003E4E48" w:rsidRDefault="00967CE7" w:rsidP="00EF79B8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</w:rPr>
      </w:pPr>
      <w:r w:rsidRPr="003E4E48">
        <w:rPr>
          <w:rStyle w:val="Strong"/>
          <w:rFonts w:ascii="Arial" w:hAnsi="Arial" w:cs="Arial"/>
        </w:rPr>
        <w:t>Modalità di candidatura </w:t>
      </w:r>
      <w:r w:rsidRPr="003E4E48">
        <w:rPr>
          <w:rFonts w:ascii="Arial" w:hAnsi="Arial" w:cs="Arial"/>
        </w:rPr>
        <w:br/>
        <w:t>Inviare CV all'indirizzo mail </w:t>
      </w:r>
      <w:hyperlink r:id="rId9" w:history="1">
        <w:r w:rsidRPr="003E4E48">
          <w:rPr>
            <w:rStyle w:val="Hyperlink"/>
            <w:rFonts w:ascii="Arial" w:hAnsi="Arial" w:cs="Arial"/>
            <w:color w:val="auto"/>
          </w:rPr>
          <w:t>primaria@scuolamontessori.it</w:t>
        </w:r>
      </w:hyperlink>
    </w:p>
    <w:p w:rsidR="00967CE7" w:rsidRPr="003E4E48" w:rsidRDefault="00967CE7" w:rsidP="00EF79B8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</w:rPr>
      </w:pPr>
      <w:r w:rsidRPr="003E4E48">
        <w:rPr>
          <w:rFonts w:ascii="Arial" w:hAnsi="Arial" w:cs="Arial"/>
        </w:rPr>
        <w:t>Sito web: </w:t>
      </w:r>
      <w:hyperlink r:id="rId10" w:history="1">
        <w:r w:rsidRPr="003E4E48">
          <w:rPr>
            <w:rStyle w:val="Hyperlink"/>
            <w:rFonts w:ascii="Arial" w:hAnsi="Arial" w:cs="Arial"/>
            <w:color w:val="auto"/>
          </w:rPr>
          <w:t>www.scuolamontessori.it</w:t>
        </w:r>
      </w:hyperlink>
    </w:p>
    <w:p w:rsidR="00967CE7" w:rsidRDefault="00967CE7">
      <w:pPr>
        <w:rPr>
          <w:rFonts w:ascii="Arial" w:hAnsi="Arial" w:cs="Arial"/>
          <w:sz w:val="32"/>
          <w:szCs w:val="32"/>
        </w:rPr>
      </w:pPr>
    </w:p>
    <w:p w:rsidR="00967CE7" w:rsidRDefault="00967CE7">
      <w:pPr>
        <w:rPr>
          <w:rFonts w:ascii="Arial" w:hAnsi="Arial" w:cs="Arial"/>
          <w:sz w:val="32"/>
          <w:szCs w:val="32"/>
        </w:rPr>
      </w:pPr>
    </w:p>
    <w:p w:rsidR="00967CE7" w:rsidRDefault="00967CE7">
      <w:pPr>
        <w:rPr>
          <w:rFonts w:ascii="Arial" w:hAnsi="Arial" w:cs="Arial"/>
          <w:sz w:val="32"/>
          <w:szCs w:val="32"/>
        </w:rPr>
      </w:pPr>
    </w:p>
    <w:p w:rsidR="00967CE7" w:rsidRDefault="00967CE7">
      <w:pPr>
        <w:rPr>
          <w:rFonts w:ascii="Arial" w:hAnsi="Arial" w:cs="Arial"/>
          <w:sz w:val="32"/>
          <w:szCs w:val="32"/>
        </w:rPr>
      </w:pPr>
    </w:p>
    <w:p w:rsidR="00967CE7" w:rsidRDefault="00967CE7">
      <w:pPr>
        <w:rPr>
          <w:rFonts w:ascii="Arial" w:hAnsi="Arial" w:cs="Arial"/>
          <w:sz w:val="32"/>
          <w:szCs w:val="32"/>
        </w:rPr>
      </w:pPr>
    </w:p>
    <w:p w:rsidR="00967CE7" w:rsidRDefault="00967CE7">
      <w:pPr>
        <w:rPr>
          <w:rFonts w:ascii="Arial" w:hAnsi="Arial" w:cs="Arial"/>
          <w:sz w:val="32"/>
          <w:szCs w:val="32"/>
        </w:rPr>
      </w:pPr>
    </w:p>
    <w:p w:rsidR="00967CE7" w:rsidRPr="00EF79B8" w:rsidRDefault="00967CE7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sectPr w:rsidR="00967CE7" w:rsidRPr="00EF79B8" w:rsidSect="00FC60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CE7" w:rsidRDefault="00967CE7" w:rsidP="00BC5BC7">
      <w:pPr>
        <w:spacing w:after="0" w:line="240" w:lineRule="auto"/>
      </w:pPr>
      <w:r>
        <w:separator/>
      </w:r>
    </w:p>
  </w:endnote>
  <w:endnote w:type="continuationSeparator" w:id="0">
    <w:p w:rsidR="00967CE7" w:rsidRDefault="00967CE7" w:rsidP="00BC5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CE7" w:rsidRDefault="00967CE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CE7" w:rsidRDefault="00967CE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CE7" w:rsidRDefault="00967C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CE7" w:rsidRDefault="00967CE7" w:rsidP="00BC5BC7">
      <w:pPr>
        <w:spacing w:after="0" w:line="240" w:lineRule="auto"/>
      </w:pPr>
      <w:r>
        <w:separator/>
      </w:r>
    </w:p>
  </w:footnote>
  <w:footnote w:type="continuationSeparator" w:id="0">
    <w:p w:rsidR="00967CE7" w:rsidRDefault="00967CE7" w:rsidP="00BC5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CE7" w:rsidRDefault="00967CE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CE7" w:rsidRPr="00BC5BC7" w:rsidRDefault="00967CE7">
    <w:pPr>
      <w:pStyle w:val="Header"/>
      <w:rPr>
        <w:rFonts w:ascii="Times New Roman" w:hAnsi="Times New Roman"/>
        <w:b/>
        <w:sz w:val="32"/>
        <w:szCs w:val="32"/>
      </w:rPr>
    </w:pPr>
    <w:r w:rsidRPr="00BC5BC7">
      <w:rPr>
        <w:rFonts w:ascii="Times New Roman" w:hAnsi="Times New Roman"/>
        <w:b/>
        <w:sz w:val="32"/>
        <w:szCs w:val="32"/>
      </w:rPr>
      <w:t>Annunci Torino Giovani 11-02-2019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CE7" w:rsidRDefault="00967C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B2914"/>
    <w:multiLevelType w:val="multilevel"/>
    <w:tmpl w:val="2A741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F72D8F"/>
    <w:multiLevelType w:val="multilevel"/>
    <w:tmpl w:val="1C787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F0182E"/>
    <w:multiLevelType w:val="multilevel"/>
    <w:tmpl w:val="BACEF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1858"/>
    <w:rsid w:val="00086A28"/>
    <w:rsid w:val="00162896"/>
    <w:rsid w:val="00170D59"/>
    <w:rsid w:val="002E2A7C"/>
    <w:rsid w:val="003E4E48"/>
    <w:rsid w:val="003E6276"/>
    <w:rsid w:val="003E6F8B"/>
    <w:rsid w:val="00631873"/>
    <w:rsid w:val="00662DBA"/>
    <w:rsid w:val="00967CE7"/>
    <w:rsid w:val="00BC5BC7"/>
    <w:rsid w:val="00D61858"/>
    <w:rsid w:val="00DC577D"/>
    <w:rsid w:val="00EF79B8"/>
    <w:rsid w:val="00FC6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09B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BC5B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it-I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C5BC7"/>
    <w:rPr>
      <w:rFonts w:ascii="Times New Roman" w:hAnsi="Times New Roman" w:cs="Times New Roman"/>
      <w:b/>
      <w:bCs/>
      <w:kern w:val="36"/>
      <w:sz w:val="48"/>
      <w:szCs w:val="48"/>
      <w:lang w:eastAsia="it-IT"/>
    </w:rPr>
  </w:style>
  <w:style w:type="character" w:styleId="Hyperlink">
    <w:name w:val="Hyperlink"/>
    <w:basedOn w:val="DefaultParagraphFont"/>
    <w:uiPriority w:val="99"/>
    <w:semiHidden/>
    <w:rsid w:val="00BC5BC7"/>
    <w:rPr>
      <w:rFonts w:cs="Times New Roman"/>
      <w:color w:val="0000FF"/>
      <w:u w:val="single"/>
    </w:rPr>
  </w:style>
  <w:style w:type="character" w:customStyle="1" w:styleId="date-display-single">
    <w:name w:val="date-display-single"/>
    <w:basedOn w:val="DefaultParagraphFont"/>
    <w:uiPriority w:val="99"/>
    <w:rsid w:val="00BC5BC7"/>
    <w:rPr>
      <w:rFonts w:cs="Times New Roman"/>
    </w:rPr>
  </w:style>
  <w:style w:type="paragraph" w:styleId="NormalWeb">
    <w:name w:val="Normal (Web)"/>
    <w:basedOn w:val="Normal"/>
    <w:uiPriority w:val="99"/>
    <w:semiHidden/>
    <w:rsid w:val="00BC5B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Strong">
    <w:name w:val="Strong"/>
    <w:basedOn w:val="DefaultParagraphFont"/>
    <w:uiPriority w:val="99"/>
    <w:qFormat/>
    <w:rsid w:val="00BC5BC7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BC5BC7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BC5B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5B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C5B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BC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09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974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09740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09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097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097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097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097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097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5097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5097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5097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5097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5097440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5097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5097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5097434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097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097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097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50974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09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973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0974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097407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09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097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09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097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09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097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5097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5097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5097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50974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5097394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5097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5097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5097433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097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097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097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09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973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097426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09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09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09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097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097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097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5097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5097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50974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5097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5097444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5097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5097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50973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cdssistemi.it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biotechware.com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scuolamontessori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imaria@scuolamontessori.i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3</Pages>
  <Words>396</Words>
  <Characters>2262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Biotechware cerca due sviluppatori</dc:title>
  <dc:subject/>
  <dc:creator>Fiori Maya</dc:creator>
  <cp:keywords/>
  <dc:description/>
  <cp:lastModifiedBy>equal</cp:lastModifiedBy>
  <cp:revision>3</cp:revision>
  <dcterms:created xsi:type="dcterms:W3CDTF">2019-02-13T12:00:00Z</dcterms:created>
  <dcterms:modified xsi:type="dcterms:W3CDTF">2019-02-13T16:26:00Z</dcterms:modified>
</cp:coreProperties>
</file>